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6E" w:rsidRDefault="00D00EA7">
      <w:r>
        <w:t>SILVAROLI_B       BOOK:  BLACK AND WHITE                LESSON PLAN</w:t>
      </w:r>
    </w:p>
    <w:p w:rsidR="00D00EA7" w:rsidRDefault="00D00EA7"/>
    <w:p w:rsidR="00D00EA7" w:rsidRDefault="00D00EA7">
      <w:r>
        <w:t>OBJECTIVE:  STUDENTS WILL GAIN AN AWARENESS OF WHO BAYARD RUSTIN WAS IN THE CIVIL RIGHTS MOVEMENT.</w:t>
      </w:r>
    </w:p>
    <w:p w:rsidR="00D00EA7" w:rsidRDefault="00D00EA7"/>
    <w:p w:rsidR="00D00EA7" w:rsidRDefault="00D00EA7">
      <w:r>
        <w:t>ACTI</w:t>
      </w:r>
      <w:r w:rsidR="005001A5">
        <w:t xml:space="preserve">VITY:  READ PAGE 61 IN THE BOOK.   </w:t>
      </w:r>
      <w:proofErr w:type="gramStart"/>
      <w:r w:rsidR="005001A5">
        <w:t>BEHIND THE SCENCES.</w:t>
      </w:r>
      <w:proofErr w:type="gramEnd"/>
      <w:r w:rsidR="005001A5">
        <w:t xml:space="preserve">  </w:t>
      </w:r>
      <w:r>
        <w:t xml:space="preserve">  ANSWER THE FOLLOWING QUESTIONS.  BE READY TO JOIN IN A DISCUSSSION.</w:t>
      </w:r>
    </w:p>
    <w:p w:rsidR="00D00EA7" w:rsidRDefault="00D00EA7"/>
    <w:p w:rsidR="00D00EA7" w:rsidRDefault="00D00EA7" w:rsidP="00D00EA7">
      <w:r>
        <w:t>QUESTIONS:</w:t>
      </w:r>
    </w:p>
    <w:p w:rsidR="00D00EA7" w:rsidRDefault="00D00EA7" w:rsidP="00D00EA7"/>
    <w:p w:rsidR="00D00EA7" w:rsidRDefault="00D00EA7" w:rsidP="00D00EA7">
      <w:pPr>
        <w:pStyle w:val="ListParagraph"/>
        <w:numPr>
          <w:ilvl w:val="0"/>
          <w:numId w:val="3"/>
        </w:numPr>
      </w:pPr>
      <w:r>
        <w:t xml:space="preserve"> WHO WAS BAYARD RUSTIN?</w:t>
      </w:r>
      <w:r w:rsidR="005001A5">
        <w:t xml:space="preserve"> (PG. 61)</w:t>
      </w:r>
    </w:p>
    <w:p w:rsidR="00D00EA7" w:rsidRDefault="00D00EA7" w:rsidP="00D00EA7">
      <w:pPr>
        <w:pStyle w:val="ListParagraph"/>
        <w:numPr>
          <w:ilvl w:val="0"/>
          <w:numId w:val="3"/>
        </w:numPr>
      </w:pPr>
      <w:r>
        <w:t xml:space="preserve"> WHAT DID HE ENCOURAGE DR. KING TO DO?</w:t>
      </w:r>
    </w:p>
    <w:p w:rsidR="005001A5" w:rsidRDefault="005001A5" w:rsidP="00D00EA7">
      <w:pPr>
        <w:pStyle w:val="ListParagraph"/>
        <w:numPr>
          <w:ilvl w:val="0"/>
          <w:numId w:val="3"/>
        </w:numPr>
      </w:pPr>
      <w:r>
        <w:t xml:space="preserve"> </w:t>
      </w:r>
      <w:proofErr w:type="gramStart"/>
      <w:r>
        <w:t>WHO’S</w:t>
      </w:r>
      <w:proofErr w:type="gramEnd"/>
      <w:r>
        <w:t xml:space="preserve"> TEACHINGS DID THEY FOLLOW?</w:t>
      </w:r>
    </w:p>
    <w:p w:rsidR="003A4CF2" w:rsidRDefault="005001A5" w:rsidP="003A4CF2">
      <w:pPr>
        <w:pStyle w:val="ListParagraph"/>
        <w:numPr>
          <w:ilvl w:val="0"/>
          <w:numId w:val="3"/>
        </w:numPr>
      </w:pPr>
      <w:r>
        <w:t xml:space="preserve">HOW DID THESE TEACHINGS HAVE A LASTING </w:t>
      </w:r>
      <w:r w:rsidR="003A4CF2">
        <w:t>EFFECT ON THE MOVEMENT?</w:t>
      </w:r>
    </w:p>
    <w:p w:rsidR="003A4CF2" w:rsidRDefault="003A4CF2" w:rsidP="003A4CF2"/>
    <w:p w:rsidR="003A4CF2" w:rsidRDefault="003A4CF2" w:rsidP="003A4CF2"/>
    <w:p w:rsidR="003A4CF2" w:rsidRDefault="003A4CF2" w:rsidP="003A4CF2"/>
    <w:p w:rsidR="003A4CF2" w:rsidRDefault="003A4CF2" w:rsidP="003A4CF2">
      <w:r>
        <w:t>OBJECTIVE:  STUDENTS WILL RESEA</w:t>
      </w:r>
      <w:r w:rsidR="00DE2A24">
        <w:t>RCH BAYARD RUSTIN TO GAIN A</w:t>
      </w:r>
      <w:r>
        <w:t xml:space="preserve"> COMPLETE PICTURE OF </w:t>
      </w:r>
      <w:proofErr w:type="gramStart"/>
      <w:r>
        <w:t>WHO</w:t>
      </w:r>
      <w:proofErr w:type="gramEnd"/>
      <w:r>
        <w:t xml:space="preserve"> THE MAN WAS, AND HOW BROAD HIS IMPACT TRUTHF</w:t>
      </w:r>
      <w:r w:rsidR="00DE2A24">
        <w:t>ULLY</w:t>
      </w:r>
      <w:r>
        <w:t xml:space="preserve"> WAS ON THE CIVIL RIGHTS MOVEMENT.</w:t>
      </w:r>
    </w:p>
    <w:p w:rsidR="003A4CF2" w:rsidRDefault="003A4CF2" w:rsidP="003A4CF2"/>
    <w:p w:rsidR="00DE2A24" w:rsidRDefault="003A4CF2" w:rsidP="00DE2A24">
      <w:pPr>
        <w:jc w:val="both"/>
      </w:pPr>
      <w:r>
        <w:t>ACTIVITY:  CONDUCT AN INTERNET SEARCH</w:t>
      </w:r>
      <w:r w:rsidR="00DE2A24">
        <w:t xml:space="preserve"> USING THE NAME:  BAYARD RUSTIN.  ALSO, MAY USE SITE:  SOUTHERN POVERTY LAW CENTER OR SITE: FELLOWSHIP OF RECONCILIATION</w:t>
      </w:r>
      <w:r>
        <w:t xml:space="preserve"> </w:t>
      </w:r>
      <w:r w:rsidR="00DE2A24">
        <w:t>(FOR).  NEXT ANSWER THE FOLLOWING QUESTIONS. BE READY TO JOIN A DISCUSSION.</w:t>
      </w:r>
    </w:p>
    <w:p w:rsidR="00DE2A24" w:rsidRDefault="00DE2A24" w:rsidP="00DE2A24">
      <w:pPr>
        <w:jc w:val="both"/>
      </w:pPr>
    </w:p>
    <w:p w:rsidR="00F00A50" w:rsidRDefault="00DE2A24" w:rsidP="00DE2A24">
      <w:pPr>
        <w:jc w:val="both"/>
      </w:pPr>
      <w:r>
        <w:t>QUESTIONS</w:t>
      </w:r>
      <w:r w:rsidR="00F00A50">
        <w:t>:</w:t>
      </w:r>
    </w:p>
    <w:p w:rsidR="00F00A50" w:rsidRDefault="00F00A50" w:rsidP="00DE2A24">
      <w:pPr>
        <w:jc w:val="both"/>
      </w:pPr>
    </w:p>
    <w:p w:rsidR="00F00A50" w:rsidRDefault="00F00A50" w:rsidP="00F00A50">
      <w:pPr>
        <w:pStyle w:val="ListParagraph"/>
        <w:numPr>
          <w:ilvl w:val="0"/>
          <w:numId w:val="5"/>
        </w:numPr>
        <w:jc w:val="both"/>
      </w:pPr>
      <w:r>
        <w:t xml:space="preserve"> DID IT SURPRISE YOU TO FIND OUT MORE ABOUT BAYARD RUSTIN’S SEXUALITY?</w:t>
      </w:r>
    </w:p>
    <w:p w:rsidR="00F00A50" w:rsidRDefault="00F00A50" w:rsidP="00F00A50">
      <w:pPr>
        <w:pStyle w:val="ListParagraph"/>
        <w:numPr>
          <w:ilvl w:val="0"/>
          <w:numId w:val="5"/>
        </w:numPr>
        <w:jc w:val="both"/>
      </w:pPr>
      <w:r>
        <w:t>DO YOU THINK IT IS ODD THAT HIS HOMOSEXUALITY WAS NOT MENTIONED IN THE BOOK?</w:t>
      </w:r>
    </w:p>
    <w:p w:rsidR="00230B75" w:rsidRDefault="00F00A50" w:rsidP="00F00A50">
      <w:pPr>
        <w:pStyle w:val="ListParagraph"/>
        <w:numPr>
          <w:ilvl w:val="0"/>
          <w:numId w:val="5"/>
        </w:numPr>
        <w:jc w:val="both"/>
      </w:pPr>
      <w:r>
        <w:t xml:space="preserve">DID THE BOOK SEEM TO DOWNPLAY HIS </w:t>
      </w:r>
      <w:r w:rsidR="00230B75">
        <w:t>CONTRIBUTIONS TO THE CIVIL RIGHTS MOVEMENT, ESPECIALLY SINCE HE ORGANIZED THE 1963 MARCH ON WASHINGTON?</w:t>
      </w:r>
    </w:p>
    <w:p w:rsidR="00230B75" w:rsidRDefault="00230B75" w:rsidP="00F00A50">
      <w:pPr>
        <w:pStyle w:val="ListParagraph"/>
        <w:numPr>
          <w:ilvl w:val="0"/>
          <w:numId w:val="5"/>
        </w:numPr>
        <w:jc w:val="both"/>
      </w:pPr>
      <w:r>
        <w:t>DURING THE MOVEMENT, RUSTIN WAS OPEN ABOUT HIS SEXUALITY IN PRIVAT</w:t>
      </w:r>
      <w:r w:rsidR="00477C56">
        <w:t>E CIRCLES (KING AND COMPANY KNEW) HE</w:t>
      </w:r>
      <w:r>
        <w:t xml:space="preserve"> REMAINED SILENT ABOUT HIS HOMOSEXUALITY PUBLICALLY, SO DO YOU THINK HE AGREED TO DO THIS FOR THE GOOD OF THE MOVEMENT?</w:t>
      </w:r>
    </w:p>
    <w:p w:rsidR="003A4CF2" w:rsidRDefault="00477C56" w:rsidP="00F00A50">
      <w:pPr>
        <w:pStyle w:val="ListParagraph"/>
        <w:numPr>
          <w:ilvl w:val="0"/>
          <w:numId w:val="5"/>
        </w:numPr>
        <w:jc w:val="both"/>
      </w:pPr>
      <w:r>
        <w:t>WHAT ELSE DID YOU FIND OUT ABOUT RUSTIN BEING A VOCAL ADVOCATE FOR GAY RIGHTS LATER IN HIS LIFE?</w:t>
      </w:r>
      <w:r w:rsidR="00DE2A24">
        <w:t xml:space="preserve">   </w:t>
      </w:r>
    </w:p>
    <w:p w:rsidR="003A4CF2" w:rsidRDefault="003A4CF2" w:rsidP="003A4CF2">
      <w:pPr>
        <w:pStyle w:val="ListParagraph"/>
      </w:pPr>
    </w:p>
    <w:p w:rsidR="003A4CF2" w:rsidRDefault="003A4CF2" w:rsidP="003A4CF2">
      <w:pPr>
        <w:pStyle w:val="ListParagraph"/>
      </w:pPr>
    </w:p>
    <w:p w:rsidR="003A4CF2" w:rsidRDefault="003A4CF2" w:rsidP="003A4CF2">
      <w:pPr>
        <w:ind w:left="720"/>
        <w:jc w:val="both"/>
      </w:pPr>
    </w:p>
    <w:p w:rsidR="003A4CF2" w:rsidRDefault="003A4CF2" w:rsidP="003A4CF2">
      <w:pPr>
        <w:pStyle w:val="ListParagraph"/>
      </w:pPr>
    </w:p>
    <w:p w:rsidR="003A4CF2" w:rsidRDefault="003A4CF2" w:rsidP="003A4CF2">
      <w:pPr>
        <w:pStyle w:val="ListParagraph"/>
      </w:pPr>
    </w:p>
    <w:p w:rsidR="003A4CF2" w:rsidRDefault="003A4CF2" w:rsidP="003A4CF2">
      <w:pPr>
        <w:pStyle w:val="ListParagraph"/>
        <w:jc w:val="both"/>
      </w:pPr>
      <w:bookmarkStart w:id="0" w:name="_GoBack"/>
      <w:bookmarkEnd w:id="0"/>
    </w:p>
    <w:p w:rsidR="005001A5" w:rsidRDefault="005001A5" w:rsidP="005001A5">
      <w:pPr>
        <w:pStyle w:val="ListParagraph"/>
      </w:pPr>
    </w:p>
    <w:p w:rsidR="00D00EA7" w:rsidRDefault="00D00EA7" w:rsidP="005001A5">
      <w:pPr>
        <w:pStyle w:val="ListParagraph"/>
      </w:pPr>
      <w:r>
        <w:t xml:space="preserve"> </w:t>
      </w:r>
    </w:p>
    <w:p w:rsidR="00D00EA7" w:rsidRDefault="00D00EA7" w:rsidP="00D00EA7">
      <w:r>
        <w:t xml:space="preserve"> </w:t>
      </w:r>
    </w:p>
    <w:sectPr w:rsidR="00D00EA7" w:rsidSect="00071C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6531"/>
    <w:multiLevelType w:val="hybridMultilevel"/>
    <w:tmpl w:val="38C4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5458D"/>
    <w:multiLevelType w:val="hybridMultilevel"/>
    <w:tmpl w:val="D86C4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210D4F"/>
    <w:multiLevelType w:val="hybridMultilevel"/>
    <w:tmpl w:val="E4CC2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70A1C"/>
    <w:multiLevelType w:val="hybridMultilevel"/>
    <w:tmpl w:val="421EC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135D5"/>
    <w:multiLevelType w:val="hybridMultilevel"/>
    <w:tmpl w:val="28A46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A7"/>
    <w:rsid w:val="00071C42"/>
    <w:rsid w:val="00230B75"/>
    <w:rsid w:val="002637EA"/>
    <w:rsid w:val="003A4CF2"/>
    <w:rsid w:val="00477C56"/>
    <w:rsid w:val="0049212C"/>
    <w:rsid w:val="005001A5"/>
    <w:rsid w:val="00507A6E"/>
    <w:rsid w:val="00D00EA7"/>
    <w:rsid w:val="00DE2A24"/>
    <w:rsid w:val="00F0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131A7182</Template>
  <TotalTime>71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silvaroli</dc:creator>
  <cp:lastModifiedBy>bonnie silvaroli</cp:lastModifiedBy>
  <cp:revision>1</cp:revision>
  <dcterms:created xsi:type="dcterms:W3CDTF">2013-04-24T12:05:00Z</dcterms:created>
  <dcterms:modified xsi:type="dcterms:W3CDTF">2013-04-24T13:16:00Z</dcterms:modified>
</cp:coreProperties>
</file>